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8D28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5B508D2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508D2A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5B508D2B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5B508D2C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B508D2D" w14:textId="77777777" w:rsidR="00E05E37" w:rsidRPr="00673116" w:rsidRDefault="00CE242B" w:rsidP="00B86FCC">
      <w:pPr>
        <w:pStyle w:val="Bulleted1"/>
        <w:rPr>
          <w:rFonts w:ascii="Arial" w:hAnsi="Arial"/>
        </w:rPr>
      </w:pPr>
      <w:r w:rsidRPr="00673116">
        <w:rPr>
          <w:rFonts w:ascii="Arial" w:hAnsi="Arial"/>
        </w:rPr>
        <w:t>de kleinste spoeltoets is volledig rond en neemt een kleine hap uit de grootste spoeltoets</w:t>
      </w:r>
    </w:p>
    <w:p w14:paraId="5B508D2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508D2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508D30" w14:textId="77777777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CE242B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van kunststof</w:t>
      </w:r>
    </w:p>
    <w:p w14:paraId="5B508D31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5B508D32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B508D33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5B508D34" w14:textId="77777777"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14:paraId="5B508D35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5B508D36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5B508D3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5B508D38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5B508D39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5B508D3A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5B508D3B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5B508D3C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5B508D3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B508D3E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5B508D3F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5B508D40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5B508D41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5B508D42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B508D43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5B508D44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B508D45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5B508D46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5B508D4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B508D4E" w14:textId="77777777" w:rsidTr="00A2047D">
        <w:tc>
          <w:tcPr>
            <w:tcW w:w="1163" w:type="dxa"/>
          </w:tcPr>
          <w:p w14:paraId="5B508D4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B508D49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5B508D4A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5B508D4B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5B508D4C" w14:textId="77777777" w:rsidR="0020639C" w:rsidRPr="00735DE7" w:rsidRDefault="0020639C" w:rsidP="00157D48"/>
        </w:tc>
        <w:tc>
          <w:tcPr>
            <w:tcW w:w="6713" w:type="dxa"/>
          </w:tcPr>
          <w:p w14:paraId="5B508D4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B508D55" w14:textId="77777777" w:rsidTr="00A2047D">
        <w:tc>
          <w:tcPr>
            <w:tcW w:w="1163" w:type="dxa"/>
          </w:tcPr>
          <w:p w14:paraId="5B508D4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B508D50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1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2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5B508D53" w14:textId="77777777" w:rsidR="0020639C" w:rsidRPr="00C26C00" w:rsidRDefault="0020639C" w:rsidP="00157D48"/>
        </w:tc>
        <w:tc>
          <w:tcPr>
            <w:tcW w:w="6713" w:type="dxa"/>
          </w:tcPr>
          <w:p w14:paraId="5B508D54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5B508D5C" w14:textId="77777777" w:rsidTr="00A2047D">
        <w:tc>
          <w:tcPr>
            <w:tcW w:w="1163" w:type="dxa"/>
          </w:tcPr>
          <w:p w14:paraId="5B508D56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5B508D57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8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9" w14:textId="77777777" w:rsidR="0020639C" w:rsidRPr="00C26C00" w:rsidRDefault="006E41BB" w:rsidP="00157D48">
            <w:r>
              <w:t>3</w:t>
            </w:r>
          </w:p>
        </w:tc>
        <w:tc>
          <w:tcPr>
            <w:tcW w:w="142" w:type="dxa"/>
          </w:tcPr>
          <w:p w14:paraId="5B508D5A" w14:textId="77777777" w:rsidR="0020639C" w:rsidRPr="00C26C00" w:rsidRDefault="0020639C" w:rsidP="00157D48"/>
        </w:tc>
        <w:tc>
          <w:tcPr>
            <w:tcW w:w="6713" w:type="dxa"/>
          </w:tcPr>
          <w:p w14:paraId="5B508D5B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5B508D5D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B508D5E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5B508D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B508D60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B508D61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5B508D6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B508D6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B508D63" w14:textId="77777777" w:rsidR="00FB49FD" w:rsidRDefault="004A2FD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B508D94" wp14:editId="5B508D95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4" w14:textId="77777777" w:rsidR="00FB49FD" w:rsidRDefault="00C53D6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6" wp14:editId="5B508D97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5" w14:textId="77777777" w:rsidR="00FB49FD" w:rsidRDefault="00C53D6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8" wp14:editId="5B508D99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B508D67" w14:textId="77777777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</w:t>
      </w:r>
      <w:r w:rsidR="008A0D6F">
        <w:rPr>
          <w:rFonts w:ascii="Arial" w:hAnsi="Arial" w:cs="Arial"/>
          <w:lang w:val="nl-BE"/>
        </w:rPr>
        <w:t xml:space="preserve"> wit</w:t>
      </w:r>
    </w:p>
    <w:p w14:paraId="5B508D6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B508D6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B508D6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5B508D6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E41BB">
        <w:rPr>
          <w:rFonts w:ascii="Arial" w:hAnsi="Arial" w:cs="Arial"/>
          <w:lang w:val="nl-BE"/>
        </w:rPr>
        <w:t>3</w:t>
      </w:r>
      <w:r>
        <w:rPr>
          <w:rFonts w:ascii="Arial" w:hAnsi="Arial" w:cs="Arial"/>
          <w:lang w:val="nl-BE"/>
        </w:rPr>
        <w:t xml:space="preserve"> cm (dikte)</w:t>
      </w:r>
    </w:p>
    <w:p w14:paraId="5B508D6C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5B508D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B508D6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CE242B" w:rsidRPr="000E5167" w14:paraId="5B508D70" w14:textId="77777777" w:rsidTr="006A52CD">
        <w:tc>
          <w:tcPr>
            <w:tcW w:w="10026" w:type="dxa"/>
          </w:tcPr>
          <w:p w14:paraId="5B508D6F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spoeltoetsen</w:t>
            </w:r>
          </w:p>
        </w:tc>
      </w:tr>
      <w:tr w:rsidR="00CE242B" w:rsidRPr="000E5167" w14:paraId="5B508D72" w14:textId="77777777" w:rsidTr="00CF61BD">
        <w:tc>
          <w:tcPr>
            <w:tcW w:w="10026" w:type="dxa"/>
          </w:tcPr>
          <w:p w14:paraId="5B508D71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</w:tr>
      <w:tr w:rsidR="005F5109" w:rsidRPr="000E5167" w14:paraId="5B508D74" w14:textId="77777777" w:rsidTr="00CF61BD">
        <w:tc>
          <w:tcPr>
            <w:tcW w:w="10026" w:type="dxa"/>
          </w:tcPr>
          <w:p w14:paraId="5B508D73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5F5109" w:rsidRPr="000E5167" w14:paraId="5B508D76" w14:textId="77777777" w:rsidTr="00CF61BD">
        <w:tc>
          <w:tcPr>
            <w:tcW w:w="10026" w:type="dxa"/>
          </w:tcPr>
          <w:p w14:paraId="5B508D75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  <w:tr w:rsidR="005F5109" w:rsidRPr="000E5167" w14:paraId="5B508D78" w14:textId="77777777" w:rsidTr="00CF61BD">
        <w:tc>
          <w:tcPr>
            <w:tcW w:w="10026" w:type="dxa"/>
          </w:tcPr>
          <w:p w14:paraId="5B508D77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edelmessing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gegalvaniseerd</w:t>
            </w:r>
            <w:proofErr w:type="spellEnd"/>
          </w:p>
        </w:tc>
      </w:tr>
      <w:tr w:rsidR="005F5109" w:rsidRPr="000E5167" w14:paraId="5B508D7A" w14:textId="77777777" w:rsidTr="00CF61BD">
        <w:tc>
          <w:tcPr>
            <w:tcW w:w="10026" w:type="dxa"/>
          </w:tcPr>
          <w:p w14:paraId="5B508D79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gitzwart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5F5109" w:rsidRPr="006B4D74" w14:paraId="5B508D7C" w14:textId="77777777" w:rsidTr="00CF61BD">
        <w:tc>
          <w:tcPr>
            <w:tcW w:w="10026" w:type="dxa"/>
          </w:tcPr>
          <w:p w14:paraId="5B508D7B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</w:tr>
    </w:tbl>
    <w:p w14:paraId="5B508D7D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5F5109" w:rsidRPr="000E5167" w14:paraId="5B508D80" w14:textId="77777777" w:rsidTr="009B0A49">
        <w:tc>
          <w:tcPr>
            <w:tcW w:w="5013" w:type="dxa"/>
          </w:tcPr>
          <w:p w14:paraId="5B508D7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5013" w:type="dxa"/>
          </w:tcPr>
          <w:p w14:paraId="5B508D7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Spoeltoetsen</w:t>
            </w:r>
          </w:p>
        </w:tc>
      </w:tr>
      <w:tr w:rsidR="005F5109" w:rsidRPr="000E5167" w14:paraId="5B508D83" w14:textId="77777777" w:rsidTr="009B0A49">
        <w:tc>
          <w:tcPr>
            <w:tcW w:w="5013" w:type="dxa"/>
          </w:tcPr>
          <w:p w14:paraId="5B508D81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5013" w:type="dxa"/>
          </w:tcPr>
          <w:p w14:paraId="5B508D82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</w:tbl>
    <w:p w14:paraId="5B508D84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CE242B" w:rsidRPr="000E5167" w14:paraId="5B508D88" w14:textId="77777777" w:rsidTr="00BD53B2">
        <w:tc>
          <w:tcPr>
            <w:tcW w:w="3342" w:type="dxa"/>
          </w:tcPr>
          <w:p w14:paraId="5B508D85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342" w:type="dxa"/>
          </w:tcPr>
          <w:p w14:paraId="5B508D86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Grote spoeltoets</w:t>
            </w:r>
          </w:p>
        </w:tc>
        <w:tc>
          <w:tcPr>
            <w:tcW w:w="3342" w:type="dxa"/>
          </w:tcPr>
          <w:p w14:paraId="5B508D87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Kleine spoeltoets</w:t>
            </w:r>
          </w:p>
        </w:tc>
      </w:tr>
      <w:tr w:rsidR="00CE242B" w:rsidRPr="000E5167" w14:paraId="5B508D8C" w14:textId="77777777" w:rsidTr="00BD53B2">
        <w:tc>
          <w:tcPr>
            <w:tcW w:w="3342" w:type="dxa"/>
          </w:tcPr>
          <w:p w14:paraId="5B508D89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A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geel</w:t>
            </w:r>
            <w:proofErr w:type="spellEnd"/>
          </w:p>
        </w:tc>
        <w:tc>
          <w:tcPr>
            <w:tcW w:w="3342" w:type="dxa"/>
          </w:tcPr>
          <w:p w14:paraId="5B508D8B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groen</w:t>
            </w:r>
            <w:proofErr w:type="spellEnd"/>
          </w:p>
        </w:tc>
      </w:tr>
      <w:tr w:rsidR="005F5109" w:rsidRPr="000E5167" w14:paraId="5B508D90" w14:textId="77777777" w:rsidTr="00940EFF">
        <w:tc>
          <w:tcPr>
            <w:tcW w:w="3342" w:type="dxa"/>
          </w:tcPr>
          <w:p w14:paraId="5B508D8D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blauw</w:t>
            </w:r>
            <w:proofErr w:type="spellEnd"/>
          </w:p>
        </w:tc>
        <w:tc>
          <w:tcPr>
            <w:tcW w:w="3342" w:type="dxa"/>
          </w:tcPr>
          <w:p w14:paraId="5B508D8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rood</w:t>
            </w:r>
            <w:proofErr w:type="spellEnd"/>
          </w:p>
        </w:tc>
      </w:tr>
    </w:tbl>
    <w:p w14:paraId="5B508D91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2" w14:textId="77777777" w:rsidR="005F5109" w:rsidRPr="00113547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E64C" w14:textId="77777777" w:rsidR="00EB0D07" w:rsidRDefault="00EB0D07">
      <w:r>
        <w:separator/>
      </w:r>
    </w:p>
  </w:endnote>
  <w:endnote w:type="continuationSeparator" w:id="0">
    <w:p w14:paraId="3CB6EBA8" w14:textId="77777777" w:rsidR="00EB0D07" w:rsidRDefault="00EB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1" w14:textId="77777777" w:rsidR="00673116" w:rsidRDefault="00673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B508DA5" w14:textId="77777777">
      <w:tc>
        <w:tcPr>
          <w:tcW w:w="3392" w:type="dxa"/>
        </w:tcPr>
        <w:p w14:paraId="5B508DA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B508DA3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B508DA4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B508DA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8" w14:textId="77777777" w:rsidR="00673116" w:rsidRDefault="00673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FD33" w14:textId="77777777" w:rsidR="00EB0D07" w:rsidRDefault="00EB0D07">
      <w:r>
        <w:separator/>
      </w:r>
    </w:p>
  </w:footnote>
  <w:footnote w:type="continuationSeparator" w:id="0">
    <w:p w14:paraId="36F25307" w14:textId="77777777" w:rsidR="00EB0D07" w:rsidRDefault="00EB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E" w14:textId="77777777" w:rsidR="00673116" w:rsidRDefault="006731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F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Sigma0</w:t>
    </w:r>
    <w:r w:rsidR="00AB695F">
      <w:rPr>
        <w:rFonts w:ascii="Arial" w:hAnsi="Arial"/>
        <w:b/>
      </w:rPr>
      <w:t>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B508DA9" wp14:editId="5B508DA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08DA0" w14:textId="77777777"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7" w14:textId="77777777" w:rsidR="00673116" w:rsidRDefault="00673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5728065">
    <w:abstractNumId w:val="16"/>
  </w:num>
  <w:num w:numId="2" w16cid:durableId="1988625023">
    <w:abstractNumId w:val="22"/>
  </w:num>
  <w:num w:numId="3" w16cid:durableId="1778019050">
    <w:abstractNumId w:val="4"/>
  </w:num>
  <w:num w:numId="4" w16cid:durableId="362635367">
    <w:abstractNumId w:val="3"/>
  </w:num>
  <w:num w:numId="5" w16cid:durableId="1741168882">
    <w:abstractNumId w:val="13"/>
  </w:num>
  <w:num w:numId="6" w16cid:durableId="51658268">
    <w:abstractNumId w:val="15"/>
  </w:num>
  <w:num w:numId="7" w16cid:durableId="1301039106">
    <w:abstractNumId w:val="6"/>
  </w:num>
  <w:num w:numId="8" w16cid:durableId="207188274">
    <w:abstractNumId w:val="19"/>
  </w:num>
  <w:num w:numId="9" w16cid:durableId="1793093898">
    <w:abstractNumId w:val="25"/>
  </w:num>
  <w:num w:numId="10" w16cid:durableId="1164278535">
    <w:abstractNumId w:val="2"/>
  </w:num>
  <w:num w:numId="11" w16cid:durableId="748767401">
    <w:abstractNumId w:val="12"/>
  </w:num>
  <w:num w:numId="12" w16cid:durableId="313263280">
    <w:abstractNumId w:val="11"/>
  </w:num>
  <w:num w:numId="13" w16cid:durableId="1314330504">
    <w:abstractNumId w:val="24"/>
  </w:num>
  <w:num w:numId="14" w16cid:durableId="1669864896">
    <w:abstractNumId w:val="7"/>
  </w:num>
  <w:num w:numId="15" w16cid:durableId="1525678943">
    <w:abstractNumId w:val="0"/>
  </w:num>
  <w:num w:numId="16" w16cid:durableId="394861132">
    <w:abstractNumId w:val="10"/>
  </w:num>
  <w:num w:numId="17" w16cid:durableId="235356844">
    <w:abstractNumId w:val="5"/>
  </w:num>
  <w:num w:numId="18" w16cid:durableId="38093527">
    <w:abstractNumId w:val="20"/>
  </w:num>
  <w:num w:numId="19" w16cid:durableId="1754085621">
    <w:abstractNumId w:val="21"/>
  </w:num>
  <w:num w:numId="20" w16cid:durableId="1618247507">
    <w:abstractNumId w:val="18"/>
  </w:num>
  <w:num w:numId="21" w16cid:durableId="953899234">
    <w:abstractNumId w:val="17"/>
  </w:num>
  <w:num w:numId="22" w16cid:durableId="400032123">
    <w:abstractNumId w:val="14"/>
  </w:num>
  <w:num w:numId="23" w16cid:durableId="675116422">
    <w:abstractNumId w:val="23"/>
  </w:num>
  <w:num w:numId="24" w16cid:durableId="423963609">
    <w:abstractNumId w:val="8"/>
  </w:num>
  <w:num w:numId="25" w16cid:durableId="1128354880">
    <w:abstractNumId w:val="9"/>
  </w:num>
  <w:num w:numId="26" w16cid:durableId="828518427">
    <w:abstractNumId w:val="1"/>
  </w:num>
  <w:num w:numId="27" w16cid:durableId="119951004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4D74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0D07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B508D2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943C6-FC95-4D8D-9925-EA8471C01B0E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9686BCC-142E-4D8D-B08B-7159A8A54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2D9EE2-7EED-4E5F-BF0D-44F4A35EE0E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</TotalTime>
  <Pages>3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2020-05-06T13:50:00Z</dcterms:created>
  <dcterms:modified xsi:type="dcterms:W3CDTF">2023-12-01T14:00:00Z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